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55146C82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5E61E4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3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création de routes - U.T </w:t>
      </w:r>
      <w:r w:rsidR="005E61E4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Rambouillet et Ouest Essonne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0B76C260" w14:textId="77777777" w:rsidR="008E5280" w:rsidRDefault="008E5280" w:rsidP="001B35F5">
      <w:pPr>
        <w:rPr>
          <w:rFonts w:ascii="Marianne" w:hAnsi="Marianne" w:cs="Arial"/>
          <w:sz w:val="20"/>
          <w:szCs w:val="20"/>
        </w:rPr>
      </w:pPr>
    </w:p>
    <w:p w14:paraId="668AC8E6" w14:textId="48EFF951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 Ile-de-France Ouest</w:t>
      </w:r>
    </w:p>
    <w:p w14:paraId="61DE0B02" w14:textId="67E9B082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27 rue Edouard Charton</w:t>
      </w:r>
    </w:p>
    <w:p w14:paraId="34A8975E" w14:textId="4A9E00CB" w:rsidR="008E5280" w:rsidRPr="00720684" w:rsidRDefault="008E5280" w:rsidP="001B35F5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78 000 Versailles</w:t>
      </w:r>
    </w:p>
    <w:p w14:paraId="52BEE38E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3A5E84A3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7134372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190F4B47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jugeraient utiles en fin de document.</w:t>
      </w:r>
    </w:p>
    <w:p w14:paraId="7AC7949E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59D699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2E8607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77C92E7C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C093DE9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0998FF0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D7C2188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E1F39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EEE785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D8C417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8B8E0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86A02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2BA90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4719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4A76602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501146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57947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8C56CA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8E52373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8DA6C7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A43FC6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D35F82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A7D744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9E3145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906FA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B19156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C576DF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123144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9CE607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D5823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53F72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53D2B8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6BB686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A2190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BA61B6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E76D2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F82EBB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C99265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A5FC7A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77BC79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2A47E8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B964A3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FA93B8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5C9E7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3792C5" w14:textId="77777777" w:rsidR="0082659A" w:rsidRPr="001C4F19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506661B" w14:textId="77777777" w:rsidR="0082659A" w:rsidRPr="007913E8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1881226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2C2CE47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46817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8E1042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B690A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7D07B5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18B82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35CD00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AA5C17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3FB9DC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E0302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A3709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22AA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AFC1D3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F9FF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5C706C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F5ADDC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FACF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FFACB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69E35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439FA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D51A1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FB0ED5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8E8B3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E5CB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B7E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030C1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F3EB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A6435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1359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22DB4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42BCF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558DDF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D49604B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30003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8E43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C1811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8820A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CD2A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CDF906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7B365B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851A3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01E6C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6FFA84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8E77D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3D656D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CE78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BEE02B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EC58D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1908E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D771C79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3-Mesures proposées pour préserver l’environnement forestier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7D8C1B4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2FF8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865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5FF0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9DE28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07BFFD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65D25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E68082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0D09E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742691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C686B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02A57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740DD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6434BA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EB9B35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520CAA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0AF9D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1F045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F685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59337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17DCE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D827C1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1E0111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FD88A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70904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5C39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03B83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BBE586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51C25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98EDB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E4D0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92F5A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8AC008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99C1B9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DB820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418A21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0EE16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5EA548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9BABC8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BDE707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F8C4EC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B71D2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E7555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C1A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0DEF9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AE2E6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37137D" w14:textId="77777777" w:rsidR="0082659A" w:rsidRPr="007913E8" w:rsidRDefault="0082659A" w:rsidP="0082659A">
      <w:pPr>
        <w:widowControl w:val="0"/>
        <w:rPr>
          <w:rFonts w:ascii="Marianne" w:hAnsi="Marianne" w:cs="Arial"/>
        </w:rPr>
      </w:pPr>
    </w:p>
    <w:p w14:paraId="1DF375C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FB400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D4C8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21DB769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79122536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4- Modalités proposées pour la gestion des déchets de chantier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82A8260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sectPr w:rsidR="001B35F5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96AF0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55BB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E61E4"/>
    <w:rsid w:val="005F6743"/>
    <w:rsid w:val="00600053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2659A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E5280"/>
    <w:rsid w:val="008E7C03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BF5B6C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28AE"/>
    <w:rsid w:val="00DB0FA0"/>
    <w:rsid w:val="00DB1728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BF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19</TotalTime>
  <Pages>5</Pages>
  <Words>255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13</cp:revision>
  <cp:lastPrinted>2017-04-03T09:28:00Z</cp:lastPrinted>
  <dcterms:created xsi:type="dcterms:W3CDTF">2019-03-15T11:23:00Z</dcterms:created>
  <dcterms:modified xsi:type="dcterms:W3CDTF">2025-06-18T13:53:00Z</dcterms:modified>
</cp:coreProperties>
</file>